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602636" w14:textId="65E5B849" w:rsidR="00533F8C" w:rsidRPr="00C970D5" w:rsidRDefault="00533F8C" w:rsidP="00533F8C">
      <w:pPr>
        <w:spacing w:before="120" w:after="120" w:line="264" w:lineRule="auto"/>
        <w:jc w:val="both"/>
        <w:rPr>
          <w:rFonts w:ascii="Verdana" w:eastAsia="Verdana" w:hAnsi="Verdana" w:cs="Calibri"/>
          <w:b/>
          <w:bCs/>
          <w:sz w:val="18"/>
          <w:szCs w:val="18"/>
        </w:rPr>
      </w:pPr>
      <w:r w:rsidRPr="00C970D5">
        <w:rPr>
          <w:rFonts w:ascii="Verdana" w:eastAsia="Verdana" w:hAnsi="Verdana" w:cs="Calibri"/>
          <w:b/>
          <w:bCs/>
          <w:sz w:val="18"/>
          <w:szCs w:val="18"/>
        </w:rPr>
        <w:t xml:space="preserve">Příloha č. </w:t>
      </w:r>
      <w:r w:rsidR="00C970D5" w:rsidRPr="00C970D5">
        <w:rPr>
          <w:rFonts w:ascii="Verdana" w:eastAsia="Verdana" w:hAnsi="Verdana" w:cs="Calibri"/>
          <w:b/>
          <w:bCs/>
          <w:sz w:val="18"/>
          <w:szCs w:val="18"/>
        </w:rPr>
        <w:t>7</w:t>
      </w:r>
      <w:r w:rsidRPr="00C970D5">
        <w:rPr>
          <w:rFonts w:ascii="Verdana" w:eastAsia="Verdana" w:hAnsi="Verdana" w:cs="Calibri"/>
          <w:b/>
          <w:bCs/>
          <w:sz w:val="18"/>
          <w:szCs w:val="18"/>
        </w:rPr>
        <w:t xml:space="preserve"> Zadávací dokumentace </w:t>
      </w:r>
      <w:proofErr w:type="gramStart"/>
      <w:r w:rsidR="005B488C" w:rsidRPr="005B488C">
        <w:rPr>
          <w:rFonts w:ascii="Verdana" w:eastAsia="Verdana" w:hAnsi="Verdana" w:cs="Calibri"/>
          <w:b/>
          <w:bCs/>
          <w:sz w:val="18"/>
          <w:szCs w:val="18"/>
        </w:rPr>
        <w:t>č.j.</w:t>
      </w:r>
      <w:proofErr w:type="gramEnd"/>
      <w:r w:rsidR="005B488C" w:rsidRPr="005B488C">
        <w:rPr>
          <w:rFonts w:ascii="Verdana" w:eastAsia="Verdana" w:hAnsi="Verdana" w:cs="Calibri"/>
          <w:b/>
          <w:bCs/>
          <w:sz w:val="18"/>
          <w:szCs w:val="18"/>
        </w:rPr>
        <w:t xml:space="preserve"> 7947/2022-SŽ-GŘ-O8</w:t>
      </w:r>
      <w:bookmarkStart w:id="0" w:name="_GoBack"/>
      <w:bookmarkEnd w:id="0"/>
    </w:p>
    <w:p w14:paraId="28A6CCA5" w14:textId="77777777" w:rsidR="00533F8C" w:rsidRPr="00533F8C" w:rsidRDefault="00533F8C" w:rsidP="00533F8C">
      <w:pPr>
        <w:spacing w:before="360" w:after="360" w:line="264" w:lineRule="auto"/>
        <w:rPr>
          <w:rFonts w:ascii="Verdana" w:eastAsia="Verdana" w:hAnsi="Verdana" w:cs="Calibri"/>
          <w:b/>
          <w:bCs/>
          <w:color w:val="FF5200" w:themeColor="accent2"/>
          <w:sz w:val="36"/>
          <w:szCs w:val="36"/>
        </w:rPr>
      </w:pPr>
      <w:r w:rsidRPr="00533F8C">
        <w:rPr>
          <w:rFonts w:ascii="Verdana" w:eastAsia="Verdana" w:hAnsi="Verdana" w:cs="Calibri"/>
          <w:b/>
          <w:bCs/>
          <w:color w:val="FF5200" w:themeColor="accent2"/>
          <w:sz w:val="36"/>
          <w:szCs w:val="36"/>
        </w:rPr>
        <w:t>SEZNAM ČLENŮ REALIZAČNÍHO TÝMU DODAVATELE</w:t>
      </w:r>
    </w:p>
    <w:p w14:paraId="2205A66B" w14:textId="00D83C9A" w:rsidR="00533F8C" w:rsidRPr="001718CF" w:rsidRDefault="00533F8C" w:rsidP="00533F8C">
      <w:pPr>
        <w:spacing w:before="360" w:after="360" w:line="264" w:lineRule="auto"/>
        <w:jc w:val="center"/>
        <w:rPr>
          <w:rFonts w:ascii="Verdana" w:eastAsia="Verdana" w:hAnsi="Verdana" w:cs="Calibri"/>
          <w:sz w:val="18"/>
          <w:szCs w:val="18"/>
        </w:rPr>
      </w:pPr>
      <w:r w:rsidRPr="001718CF">
        <w:rPr>
          <w:rFonts w:ascii="Verdana" w:eastAsia="Verdana" w:hAnsi="Verdana" w:cs="Calibri"/>
          <w:sz w:val="18"/>
          <w:szCs w:val="18"/>
        </w:rPr>
        <w:t xml:space="preserve">pro účely prokázání kvalifikace na Veřejnou zakázku dle bodu </w:t>
      </w:r>
      <w:r w:rsidR="00C970D5">
        <w:rPr>
          <w:rFonts w:ascii="Verdana" w:eastAsia="Verdana" w:hAnsi="Verdana" w:cs="Calibri"/>
          <w:sz w:val="18"/>
          <w:szCs w:val="18"/>
        </w:rPr>
        <w:t>10</w:t>
      </w:r>
      <w:r w:rsidRPr="001718CF">
        <w:rPr>
          <w:rFonts w:ascii="Verdana" w:eastAsia="Verdana" w:hAnsi="Verdana" w:cs="Calibri"/>
          <w:sz w:val="18"/>
          <w:szCs w:val="18"/>
        </w:rPr>
        <w:t>.5</w:t>
      </w:r>
      <w:r w:rsidR="00C970D5">
        <w:rPr>
          <w:rFonts w:ascii="Verdana" w:eastAsia="Verdana" w:hAnsi="Verdana" w:cs="Calibri"/>
          <w:sz w:val="18"/>
          <w:szCs w:val="18"/>
        </w:rPr>
        <w:t>.5.</w:t>
      </w:r>
      <w:r w:rsidRPr="001718CF">
        <w:rPr>
          <w:rFonts w:ascii="Verdana" w:eastAsia="Verdana" w:hAnsi="Verdana" w:cs="Calibri"/>
          <w:sz w:val="18"/>
          <w:szCs w:val="18"/>
        </w:rPr>
        <w:t xml:space="preserve"> Zadávací dokumentace</w:t>
      </w:r>
    </w:p>
    <w:p w14:paraId="4DCE0D7E" w14:textId="5DAF7BC5" w:rsidR="00533F8C" w:rsidRPr="001718CF" w:rsidRDefault="00533F8C" w:rsidP="00533F8C">
      <w:pPr>
        <w:spacing w:before="120" w:after="120" w:line="264" w:lineRule="auto"/>
        <w:jc w:val="center"/>
        <w:rPr>
          <w:rFonts w:ascii="Verdana" w:eastAsia="Verdana" w:hAnsi="Verdana" w:cs="Calibri"/>
          <w:sz w:val="18"/>
          <w:szCs w:val="18"/>
        </w:rPr>
      </w:pPr>
      <w:r w:rsidRPr="001718CF">
        <w:rPr>
          <w:rFonts w:ascii="Verdana" w:eastAsia="Verdana" w:hAnsi="Verdana" w:cs="Calibri"/>
          <w:sz w:val="18"/>
          <w:szCs w:val="18"/>
        </w:rPr>
        <w:t>„</w:t>
      </w:r>
      <w:r w:rsidR="00C970D5" w:rsidRPr="00C970D5">
        <w:rPr>
          <w:rFonts w:ascii="Verdana" w:eastAsia="Calibri" w:hAnsi="Verdana" w:cs="Times New Roman"/>
          <w:b/>
          <w:bCs/>
          <w:sz w:val="18"/>
          <w:szCs w:val="18"/>
        </w:rPr>
        <w:t>Vznik a rozvoj digitálních technických map železnic (DTMŽ) – dodávka SW řešení a celková datová konsolidace</w:t>
      </w:r>
      <w:r w:rsidRPr="001718CF">
        <w:rPr>
          <w:rFonts w:ascii="Verdana" w:eastAsia="Calibri" w:hAnsi="Verdana" w:cs="Times New Roman"/>
          <w:sz w:val="18"/>
          <w:szCs w:val="18"/>
        </w:rPr>
        <w:t>“</w:t>
      </w:r>
    </w:p>
    <w:p w14:paraId="74E88492" w14:textId="77777777" w:rsidR="00533F8C" w:rsidRPr="001718CF" w:rsidRDefault="00533F8C" w:rsidP="00533F8C">
      <w:pPr>
        <w:spacing w:before="120" w:after="120" w:line="264" w:lineRule="auto"/>
        <w:jc w:val="both"/>
        <w:rPr>
          <w:rFonts w:ascii="Verdana" w:eastAsia="Verdana" w:hAnsi="Verdana" w:cs="Calibri"/>
          <w:b/>
          <w:sz w:val="18"/>
          <w:szCs w:val="18"/>
        </w:rPr>
      </w:pPr>
    </w:p>
    <w:p w14:paraId="11291FEF" w14:textId="24B0CCC4" w:rsidR="00533F8C" w:rsidRPr="001718CF" w:rsidRDefault="00533F8C" w:rsidP="00533F8C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1718CF">
        <w:rPr>
          <w:rFonts w:ascii="Verdana" w:eastAsia="Verdana" w:hAnsi="Verdana" w:cs="Calibri"/>
          <w:sz w:val="18"/>
          <w:szCs w:val="18"/>
        </w:rPr>
        <w:t>V tomto seznamu dodavatel uvádí osoby za účelem prokázání kvalifikace</w:t>
      </w:r>
    </w:p>
    <w:p w14:paraId="71BAC5B9" w14:textId="77777777" w:rsidR="00533F8C" w:rsidRPr="001718CF" w:rsidRDefault="00533F8C" w:rsidP="00533F8C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tbl>
      <w:tblPr>
        <w:tblStyle w:val="Mkatabulky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9"/>
        <w:gridCol w:w="2340"/>
        <w:gridCol w:w="1824"/>
        <w:gridCol w:w="1824"/>
        <w:gridCol w:w="1824"/>
        <w:gridCol w:w="2340"/>
        <w:gridCol w:w="1824"/>
      </w:tblGrid>
      <w:tr w:rsidR="00530090" w:rsidRPr="001718CF" w14:paraId="0F4E98F6" w14:textId="77777777" w:rsidTr="00C814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  <w:tcBorders>
              <w:left w:val="single" w:sz="4" w:space="0" w:color="auto"/>
            </w:tcBorders>
          </w:tcPr>
          <w:p w14:paraId="294A579C" w14:textId="77777777" w:rsidR="00530090" w:rsidRPr="001718CF" w:rsidRDefault="00530090" w:rsidP="00C53A67">
            <w:pPr>
              <w:jc w:val="center"/>
              <w:rPr>
                <w:rFonts w:ascii="Verdana" w:eastAsia="Verdana" w:hAnsi="Verdana" w:cs="Calibri"/>
                <w:b/>
                <w:sz w:val="18"/>
              </w:rPr>
            </w:pPr>
          </w:p>
        </w:tc>
        <w:tc>
          <w:tcPr>
            <w:tcW w:w="2340" w:type="dxa"/>
          </w:tcPr>
          <w:p w14:paraId="2540495D" w14:textId="1A25701A" w:rsidR="00530090" w:rsidRPr="00C81463" w:rsidRDefault="00530090" w:rsidP="00C53A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C81463">
              <w:rPr>
                <w:rFonts w:asciiTheme="majorHAnsi" w:eastAsia="Verdana" w:hAnsiTheme="majorHAnsi" w:cs="Calibri"/>
                <w:b/>
                <w:sz w:val="18"/>
                <w:szCs w:val="18"/>
              </w:rPr>
              <w:t>Pozice v realizačním týmu</w:t>
            </w:r>
          </w:p>
        </w:tc>
        <w:tc>
          <w:tcPr>
            <w:tcW w:w="1824" w:type="dxa"/>
          </w:tcPr>
          <w:p w14:paraId="2E4B31B4" w14:textId="77777777" w:rsidR="00530090" w:rsidRPr="00C81463" w:rsidRDefault="00530090" w:rsidP="00C53A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C81463">
              <w:rPr>
                <w:rFonts w:asciiTheme="majorHAnsi" w:eastAsia="Verdana" w:hAnsiTheme="majorHAnsi" w:cs="Calibri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24" w:type="dxa"/>
          </w:tcPr>
          <w:p w14:paraId="15BE93B8" w14:textId="7D57EA71" w:rsidR="00530090" w:rsidRPr="00C81463" w:rsidRDefault="00530090" w:rsidP="00C53A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C81463">
              <w:rPr>
                <w:rFonts w:asciiTheme="majorHAnsi" w:eastAsia="Verdana" w:hAnsiTheme="majorHAnsi" w:cs="Calibri"/>
                <w:b/>
                <w:sz w:val="18"/>
                <w:szCs w:val="18"/>
              </w:rPr>
              <w:t xml:space="preserve">Vzdělání / požadované certifikáty </w:t>
            </w:r>
          </w:p>
        </w:tc>
        <w:tc>
          <w:tcPr>
            <w:tcW w:w="1824" w:type="dxa"/>
          </w:tcPr>
          <w:p w14:paraId="67E1D675" w14:textId="4C4AB29B" w:rsidR="00530090" w:rsidRPr="00C81463" w:rsidRDefault="00530090" w:rsidP="00C53A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C81463">
              <w:rPr>
                <w:rFonts w:asciiTheme="majorHAnsi" w:eastAsia="Verdana" w:hAnsiTheme="majorHAnsi" w:cs="Calibri"/>
                <w:b/>
                <w:sz w:val="18"/>
                <w:szCs w:val="18"/>
              </w:rPr>
              <w:t>Léta praxe v oboru požadovaném pro</w:t>
            </w:r>
          </w:p>
          <w:p w14:paraId="5DED22E4" w14:textId="77777777" w:rsidR="00530090" w:rsidRPr="00C81463" w:rsidRDefault="00530090" w:rsidP="00C53A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C81463">
              <w:rPr>
                <w:rFonts w:asciiTheme="majorHAnsi" w:eastAsia="Verdana" w:hAnsiTheme="majorHAnsi" w:cs="Calibri"/>
                <w:b/>
                <w:sz w:val="18"/>
                <w:szCs w:val="18"/>
              </w:rPr>
              <w:t>pro splnění kvalifikace</w:t>
            </w:r>
          </w:p>
        </w:tc>
        <w:tc>
          <w:tcPr>
            <w:tcW w:w="2340" w:type="dxa"/>
          </w:tcPr>
          <w:p w14:paraId="24E5FA41" w14:textId="6DDC9F40" w:rsidR="00530090" w:rsidRPr="00C81463" w:rsidRDefault="00530090" w:rsidP="0053009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C81463">
              <w:rPr>
                <w:rFonts w:asciiTheme="majorHAnsi" w:eastAsia="Verdana" w:hAnsiTheme="majorHAnsi" w:cs="Calibri"/>
                <w:b/>
                <w:sz w:val="18"/>
                <w:szCs w:val="18"/>
              </w:rPr>
              <w:t>Zkušenost s plněním významných zakázek (pouze název zakázky, další podrobnosti lze uvést v životopisu)</w:t>
            </w:r>
          </w:p>
        </w:tc>
        <w:tc>
          <w:tcPr>
            <w:tcW w:w="1824" w:type="dxa"/>
            <w:tcBorders>
              <w:right w:val="single" w:sz="4" w:space="0" w:color="auto"/>
            </w:tcBorders>
          </w:tcPr>
          <w:p w14:paraId="25BE444A" w14:textId="77777777" w:rsidR="00530090" w:rsidRPr="00C81463" w:rsidRDefault="00530090" w:rsidP="00C53A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C81463">
              <w:rPr>
                <w:rFonts w:asciiTheme="majorHAnsi" w:eastAsia="Verdana" w:hAnsiTheme="majorHAnsi" w:cs="Calibri"/>
                <w:b/>
                <w:sz w:val="18"/>
                <w:szCs w:val="18"/>
              </w:rPr>
              <w:t>Uveďte, v jakém vztahu k dodavateli osoba je</w:t>
            </w:r>
          </w:p>
        </w:tc>
      </w:tr>
      <w:tr w:rsidR="00530090" w:rsidRPr="001718CF" w14:paraId="31AB6E4F" w14:textId="77777777" w:rsidTr="00530090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</w:tcPr>
          <w:p w14:paraId="0AFB1CBF" w14:textId="37F81A98" w:rsidR="00530090" w:rsidRPr="00530090" w:rsidRDefault="00530090" w:rsidP="00530090">
            <w:pPr>
              <w:pStyle w:val="Odstavecseseznamem"/>
              <w:numPr>
                <w:ilvl w:val="0"/>
                <w:numId w:val="34"/>
              </w:numPr>
              <w:rPr>
                <w:rFonts w:ascii="Verdana" w:eastAsia="Verdana" w:hAnsi="Verdana" w:cs="Calibri"/>
                <w:b/>
              </w:rPr>
            </w:pPr>
          </w:p>
        </w:tc>
        <w:tc>
          <w:tcPr>
            <w:tcW w:w="2340" w:type="dxa"/>
          </w:tcPr>
          <w:p w14:paraId="554ED32F" w14:textId="03310D28" w:rsidR="00530090" w:rsidRPr="00C81463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C81463">
              <w:rPr>
                <w:rFonts w:asciiTheme="majorHAnsi" w:eastAsia="Verdana" w:hAnsiTheme="majorHAnsi" w:cs="Calibri"/>
                <w:b/>
                <w:sz w:val="18"/>
                <w:szCs w:val="18"/>
              </w:rPr>
              <w:t>Hlavní inženýr projektu</w:t>
            </w:r>
          </w:p>
        </w:tc>
        <w:tc>
          <w:tcPr>
            <w:tcW w:w="1824" w:type="dxa"/>
            <w:vAlign w:val="center"/>
          </w:tcPr>
          <w:p w14:paraId="4C08864B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4913B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7E14CB60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4913B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7ECB23CC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4913B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40" w:type="dxa"/>
            <w:vAlign w:val="center"/>
          </w:tcPr>
          <w:p w14:paraId="5229481D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4913B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14C055E2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4913B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530090" w:rsidRPr="001718CF" w14:paraId="1CDEBEEF" w14:textId="77777777" w:rsidTr="00530090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</w:tcPr>
          <w:p w14:paraId="7FF5AFB0" w14:textId="49DE25A1" w:rsidR="00530090" w:rsidRPr="00530090" w:rsidRDefault="00530090" w:rsidP="00530090">
            <w:pPr>
              <w:pStyle w:val="Odstavecseseznamem"/>
              <w:numPr>
                <w:ilvl w:val="0"/>
                <w:numId w:val="34"/>
              </w:numPr>
              <w:rPr>
                <w:rFonts w:ascii="Verdana" w:eastAsia="Verdana" w:hAnsi="Verdana" w:cs="Calibri"/>
                <w:b/>
              </w:rPr>
            </w:pPr>
          </w:p>
        </w:tc>
        <w:tc>
          <w:tcPr>
            <w:tcW w:w="2340" w:type="dxa"/>
          </w:tcPr>
          <w:p w14:paraId="18B390D0" w14:textId="5F539CC9" w:rsidR="00530090" w:rsidRPr="00C81463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C81463">
              <w:rPr>
                <w:rFonts w:asciiTheme="majorHAnsi" w:eastAsia="Verdana" w:hAnsiTheme="majorHAnsi" w:cs="Calibri"/>
                <w:b/>
                <w:sz w:val="18"/>
                <w:szCs w:val="18"/>
              </w:rPr>
              <w:t>Projektový manažer informačních systémů</w:t>
            </w:r>
          </w:p>
        </w:tc>
        <w:tc>
          <w:tcPr>
            <w:tcW w:w="1824" w:type="dxa"/>
          </w:tcPr>
          <w:p w14:paraId="3BC7334F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4913B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</w:tcPr>
          <w:p w14:paraId="64083CEE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4913B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</w:tcPr>
          <w:p w14:paraId="2B16717F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4913B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40" w:type="dxa"/>
          </w:tcPr>
          <w:p w14:paraId="170CD25B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4913B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</w:tcPr>
          <w:p w14:paraId="61EEAFE5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4913B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530090" w:rsidRPr="001718CF" w14:paraId="45965724" w14:textId="77777777" w:rsidTr="00530090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</w:tcPr>
          <w:p w14:paraId="3DD305B7" w14:textId="430DA321" w:rsidR="00530090" w:rsidRPr="00530090" w:rsidRDefault="00530090" w:rsidP="00530090">
            <w:pPr>
              <w:pStyle w:val="Odstavecseseznamem"/>
              <w:numPr>
                <w:ilvl w:val="0"/>
                <w:numId w:val="34"/>
              </w:numPr>
              <w:rPr>
                <w:rFonts w:ascii="Verdana" w:eastAsia="Verdana" w:hAnsi="Verdana" w:cs="Calibri"/>
                <w:b/>
              </w:rPr>
            </w:pPr>
          </w:p>
        </w:tc>
        <w:tc>
          <w:tcPr>
            <w:tcW w:w="2340" w:type="dxa"/>
          </w:tcPr>
          <w:p w14:paraId="284F8907" w14:textId="29B60314" w:rsidR="00530090" w:rsidRPr="00C81463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C81463">
              <w:rPr>
                <w:rFonts w:asciiTheme="majorHAnsi" w:eastAsia="Verdana" w:hAnsiTheme="majorHAnsi" w:cs="Calibri"/>
                <w:b/>
                <w:sz w:val="18"/>
                <w:szCs w:val="18"/>
              </w:rPr>
              <w:t>2 osoby na pozici – Projektový manažer datové konsolidace a harmonizace</w:t>
            </w:r>
          </w:p>
        </w:tc>
        <w:tc>
          <w:tcPr>
            <w:tcW w:w="1824" w:type="dxa"/>
            <w:vAlign w:val="center"/>
          </w:tcPr>
          <w:p w14:paraId="0E489FD9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4913B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1328F431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4913B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252CC3A9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4913B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40" w:type="dxa"/>
            <w:vAlign w:val="center"/>
          </w:tcPr>
          <w:p w14:paraId="415AE54A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4913B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571B18E1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4913B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530090" w:rsidRPr="001718CF" w14:paraId="00110594" w14:textId="77777777" w:rsidTr="00530090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</w:tcPr>
          <w:p w14:paraId="05028501" w14:textId="16588D72" w:rsidR="00530090" w:rsidRPr="00530090" w:rsidRDefault="00530090" w:rsidP="00530090">
            <w:pPr>
              <w:ind w:left="360"/>
              <w:rPr>
                <w:rFonts w:ascii="Verdana" w:eastAsia="Verdana" w:hAnsi="Verdana" w:cs="Calibri"/>
                <w:b/>
              </w:rPr>
            </w:pPr>
          </w:p>
        </w:tc>
        <w:tc>
          <w:tcPr>
            <w:tcW w:w="2340" w:type="dxa"/>
          </w:tcPr>
          <w:p w14:paraId="3399CD08" w14:textId="25AF7E6D" w:rsidR="00530090" w:rsidRPr="00C81463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C81463">
              <w:rPr>
                <w:rFonts w:asciiTheme="majorHAnsi" w:eastAsia="Verdana" w:hAnsiTheme="majorHAnsi" w:cs="Calibri"/>
                <w:b/>
                <w:sz w:val="18"/>
                <w:szCs w:val="18"/>
              </w:rPr>
              <w:t>Projektový manažer datové konsolidace a harmonizace</w:t>
            </w:r>
          </w:p>
        </w:tc>
        <w:tc>
          <w:tcPr>
            <w:tcW w:w="1824" w:type="dxa"/>
            <w:vAlign w:val="center"/>
          </w:tcPr>
          <w:p w14:paraId="2E5B744A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4913B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05890032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4913B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73D93250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4913B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40" w:type="dxa"/>
            <w:vAlign w:val="center"/>
          </w:tcPr>
          <w:p w14:paraId="6E6C1115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4913B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42D853BB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4913B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530090" w:rsidRPr="001718CF" w14:paraId="4169842F" w14:textId="77777777" w:rsidTr="00530090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</w:tcPr>
          <w:p w14:paraId="60050B93" w14:textId="3CD3F314" w:rsidR="00530090" w:rsidRPr="00530090" w:rsidRDefault="00530090" w:rsidP="00530090">
            <w:pPr>
              <w:pStyle w:val="Odstavecseseznamem"/>
              <w:numPr>
                <w:ilvl w:val="0"/>
                <w:numId w:val="34"/>
              </w:numPr>
              <w:rPr>
                <w:rFonts w:ascii="Verdana" w:eastAsia="Verdana" w:hAnsi="Verdana" w:cs="Calibri"/>
                <w:b/>
              </w:rPr>
            </w:pPr>
          </w:p>
        </w:tc>
        <w:tc>
          <w:tcPr>
            <w:tcW w:w="2340" w:type="dxa"/>
          </w:tcPr>
          <w:p w14:paraId="280FADAC" w14:textId="4D513F35" w:rsidR="00530090" w:rsidRPr="00C81463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C81463">
              <w:rPr>
                <w:rFonts w:asciiTheme="majorHAnsi" w:eastAsia="Verdana" w:hAnsiTheme="majorHAnsi" w:cs="Calibri"/>
                <w:b/>
                <w:sz w:val="18"/>
                <w:szCs w:val="18"/>
              </w:rPr>
              <w:t>Hlavní architekt informačních systémů</w:t>
            </w:r>
          </w:p>
        </w:tc>
        <w:tc>
          <w:tcPr>
            <w:tcW w:w="1824" w:type="dxa"/>
          </w:tcPr>
          <w:p w14:paraId="7C866E15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4913B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</w:tcPr>
          <w:p w14:paraId="4C3A17DC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4913B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</w:tcPr>
          <w:p w14:paraId="6BB2330D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4913B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40" w:type="dxa"/>
          </w:tcPr>
          <w:p w14:paraId="2E5D7BA6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4913B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</w:tcPr>
          <w:p w14:paraId="535D67F2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4913B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530090" w:rsidRPr="001718CF" w14:paraId="27094607" w14:textId="77777777" w:rsidTr="00530090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</w:tcPr>
          <w:p w14:paraId="779E0C49" w14:textId="41DD984D" w:rsidR="00530090" w:rsidRPr="00530090" w:rsidRDefault="00530090" w:rsidP="00530090">
            <w:pPr>
              <w:pStyle w:val="Odstavecseseznamem"/>
              <w:numPr>
                <w:ilvl w:val="0"/>
                <w:numId w:val="34"/>
              </w:numPr>
              <w:rPr>
                <w:rFonts w:ascii="Verdana" w:eastAsia="Verdana" w:hAnsi="Verdana" w:cs="Calibri"/>
                <w:b/>
              </w:rPr>
            </w:pPr>
          </w:p>
        </w:tc>
        <w:tc>
          <w:tcPr>
            <w:tcW w:w="2340" w:type="dxa"/>
          </w:tcPr>
          <w:p w14:paraId="21DF2E15" w14:textId="7CA04746" w:rsidR="00530090" w:rsidRPr="00C81463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C81463">
              <w:rPr>
                <w:rFonts w:asciiTheme="majorHAnsi" w:eastAsia="Verdana" w:hAnsiTheme="majorHAnsi" w:cs="Calibri"/>
                <w:b/>
                <w:sz w:val="18"/>
                <w:szCs w:val="18"/>
              </w:rPr>
              <w:t>Vedoucí digitalizace TI</w:t>
            </w:r>
          </w:p>
        </w:tc>
        <w:tc>
          <w:tcPr>
            <w:tcW w:w="1824" w:type="dxa"/>
            <w:vAlign w:val="center"/>
          </w:tcPr>
          <w:p w14:paraId="09F79301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4913B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79CF49C1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4913B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204D5A64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4913B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40" w:type="dxa"/>
            <w:vAlign w:val="center"/>
          </w:tcPr>
          <w:p w14:paraId="529169BF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4913B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2F929FCD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4913B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530090" w:rsidRPr="001718CF" w14:paraId="168A10BC" w14:textId="77777777" w:rsidTr="00530090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</w:tcPr>
          <w:p w14:paraId="0D2395C1" w14:textId="3461ACF8" w:rsidR="00530090" w:rsidRPr="00530090" w:rsidRDefault="00530090" w:rsidP="00530090">
            <w:pPr>
              <w:pStyle w:val="Odstavecseseznamem"/>
              <w:numPr>
                <w:ilvl w:val="0"/>
                <w:numId w:val="34"/>
              </w:numPr>
              <w:rPr>
                <w:rFonts w:ascii="Verdana" w:eastAsia="Verdana" w:hAnsi="Verdana" w:cs="Calibri"/>
                <w:b/>
              </w:rPr>
            </w:pPr>
          </w:p>
        </w:tc>
        <w:tc>
          <w:tcPr>
            <w:tcW w:w="2340" w:type="dxa"/>
          </w:tcPr>
          <w:p w14:paraId="29D04A1E" w14:textId="62B85384" w:rsidR="00530090" w:rsidRPr="00C81463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C81463">
              <w:rPr>
                <w:rFonts w:asciiTheme="majorHAnsi" w:eastAsia="Verdana" w:hAnsiTheme="majorHAnsi" w:cs="Calibri"/>
                <w:b/>
                <w:sz w:val="18"/>
                <w:szCs w:val="18"/>
              </w:rPr>
              <w:t>Hlavní analytik informačních systémů</w:t>
            </w:r>
          </w:p>
        </w:tc>
        <w:tc>
          <w:tcPr>
            <w:tcW w:w="1824" w:type="dxa"/>
            <w:vAlign w:val="center"/>
          </w:tcPr>
          <w:p w14:paraId="36B836FE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4913B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54227CCC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4913B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4A1A85BC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4913B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40" w:type="dxa"/>
            <w:vAlign w:val="center"/>
          </w:tcPr>
          <w:p w14:paraId="76895F26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4913B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0F143D8D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4913B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530090" w:rsidRPr="001718CF" w14:paraId="4699CC8F" w14:textId="77777777" w:rsidTr="00530090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</w:tcPr>
          <w:p w14:paraId="69C43BE5" w14:textId="46822F5F" w:rsidR="00530090" w:rsidRPr="00530090" w:rsidRDefault="00530090" w:rsidP="00530090">
            <w:pPr>
              <w:pStyle w:val="Odstavecseseznamem"/>
              <w:numPr>
                <w:ilvl w:val="0"/>
                <w:numId w:val="34"/>
              </w:numPr>
              <w:rPr>
                <w:rFonts w:ascii="Verdana" w:eastAsia="Verdana" w:hAnsi="Verdana" w:cs="Calibri"/>
                <w:b/>
              </w:rPr>
            </w:pPr>
          </w:p>
        </w:tc>
        <w:tc>
          <w:tcPr>
            <w:tcW w:w="2340" w:type="dxa"/>
          </w:tcPr>
          <w:p w14:paraId="49B0ACDA" w14:textId="779BA21B" w:rsidR="00530090" w:rsidRPr="00C81463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C81463">
              <w:rPr>
                <w:rFonts w:asciiTheme="majorHAnsi" w:eastAsia="Verdana" w:hAnsiTheme="majorHAnsi" w:cs="Calibri"/>
                <w:b/>
                <w:sz w:val="18"/>
                <w:szCs w:val="18"/>
              </w:rPr>
              <w:t>Specialista kybernetické bezpečnosti</w:t>
            </w:r>
          </w:p>
        </w:tc>
        <w:tc>
          <w:tcPr>
            <w:tcW w:w="1824" w:type="dxa"/>
            <w:vAlign w:val="center"/>
          </w:tcPr>
          <w:p w14:paraId="19E3F5A6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4913B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59539B99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4913B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7785228E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4913B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40" w:type="dxa"/>
            <w:vAlign w:val="center"/>
          </w:tcPr>
          <w:p w14:paraId="498BA9F5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4913B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0E03E5F6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4913B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530090" w:rsidRPr="001718CF" w14:paraId="09205422" w14:textId="77777777" w:rsidTr="00530090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</w:tcPr>
          <w:p w14:paraId="6C4ACA08" w14:textId="7F4BF9D9" w:rsidR="00530090" w:rsidRPr="00530090" w:rsidRDefault="00530090" w:rsidP="00530090">
            <w:pPr>
              <w:pStyle w:val="Odstavecseseznamem"/>
              <w:numPr>
                <w:ilvl w:val="0"/>
                <w:numId w:val="34"/>
              </w:numPr>
              <w:rPr>
                <w:rFonts w:ascii="Verdana" w:eastAsia="Verdana" w:hAnsi="Verdana" w:cs="Calibri"/>
                <w:b/>
              </w:rPr>
            </w:pPr>
          </w:p>
        </w:tc>
        <w:tc>
          <w:tcPr>
            <w:tcW w:w="2340" w:type="dxa"/>
          </w:tcPr>
          <w:p w14:paraId="15495AA6" w14:textId="793B9237" w:rsidR="00530090" w:rsidRPr="00C81463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C81463">
              <w:rPr>
                <w:rFonts w:asciiTheme="majorHAnsi" w:eastAsia="Verdana" w:hAnsiTheme="majorHAnsi" w:cs="Calibri"/>
                <w:b/>
                <w:sz w:val="18"/>
                <w:szCs w:val="18"/>
              </w:rPr>
              <w:t xml:space="preserve">Systémový architekt </w:t>
            </w:r>
          </w:p>
        </w:tc>
        <w:tc>
          <w:tcPr>
            <w:tcW w:w="1824" w:type="dxa"/>
            <w:vAlign w:val="center"/>
          </w:tcPr>
          <w:p w14:paraId="3A275DD5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4913B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134791D1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4913B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3BB1C5CF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4913B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40" w:type="dxa"/>
            <w:vAlign w:val="center"/>
          </w:tcPr>
          <w:p w14:paraId="2DFE6999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4913B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1425CC6E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4913B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530090" w:rsidRPr="001718CF" w14:paraId="3F08D669" w14:textId="77777777" w:rsidTr="00530090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</w:tcPr>
          <w:p w14:paraId="7C2AE192" w14:textId="3E01721E" w:rsidR="00530090" w:rsidRPr="00530090" w:rsidRDefault="00530090" w:rsidP="00530090">
            <w:pPr>
              <w:pStyle w:val="Odstavecseseznamem"/>
              <w:numPr>
                <w:ilvl w:val="0"/>
                <w:numId w:val="34"/>
              </w:numPr>
              <w:rPr>
                <w:rFonts w:ascii="Verdana" w:eastAsia="Verdana" w:hAnsi="Verdana" w:cs="Calibri"/>
                <w:b/>
              </w:rPr>
            </w:pPr>
          </w:p>
        </w:tc>
        <w:tc>
          <w:tcPr>
            <w:tcW w:w="2340" w:type="dxa"/>
          </w:tcPr>
          <w:p w14:paraId="48597321" w14:textId="5341D039" w:rsidR="00530090" w:rsidRPr="00C81463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  <w:highlight w:val="yellow"/>
              </w:rPr>
            </w:pPr>
            <w:r w:rsidRPr="00C81463">
              <w:rPr>
                <w:rFonts w:asciiTheme="majorHAnsi" w:eastAsia="Verdana" w:hAnsiTheme="majorHAnsi" w:cs="Calibri"/>
                <w:b/>
                <w:sz w:val="18"/>
                <w:szCs w:val="18"/>
              </w:rPr>
              <w:t>2 osoby na pozici GIS expert</w:t>
            </w:r>
          </w:p>
        </w:tc>
        <w:tc>
          <w:tcPr>
            <w:tcW w:w="1824" w:type="dxa"/>
            <w:vAlign w:val="center"/>
          </w:tcPr>
          <w:p w14:paraId="2AA28C4F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4913B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38ED8BF1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4913B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0C1E5CD8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4913B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2340" w:type="dxa"/>
            <w:vAlign w:val="center"/>
          </w:tcPr>
          <w:p w14:paraId="03DC781B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4913B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3BF848AD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4913B6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530090" w:rsidRPr="001718CF" w14:paraId="6E375E65" w14:textId="77777777" w:rsidTr="00530090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</w:tcPr>
          <w:p w14:paraId="29769C45" w14:textId="77777777" w:rsidR="00530090" w:rsidRPr="001718CF" w:rsidRDefault="00530090" w:rsidP="00C53A67">
            <w:pPr>
              <w:rPr>
                <w:rFonts w:ascii="Verdana" w:eastAsia="Verdana" w:hAnsi="Verdana" w:cs="Calibri"/>
                <w:b/>
                <w:sz w:val="18"/>
              </w:rPr>
            </w:pPr>
          </w:p>
        </w:tc>
        <w:tc>
          <w:tcPr>
            <w:tcW w:w="2340" w:type="dxa"/>
          </w:tcPr>
          <w:p w14:paraId="6041E07C" w14:textId="3EE4FC67" w:rsidR="00530090" w:rsidRPr="001718CF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  <w:highlight w:val="yellow"/>
              </w:rPr>
            </w:pPr>
            <w:r w:rsidRPr="00530090">
              <w:rPr>
                <w:rFonts w:ascii="Verdana" w:eastAsia="Verdana" w:hAnsi="Verdana" w:cs="Calibri"/>
                <w:b/>
                <w:sz w:val="18"/>
              </w:rPr>
              <w:t>GIS expert</w:t>
            </w:r>
          </w:p>
        </w:tc>
        <w:tc>
          <w:tcPr>
            <w:tcW w:w="1824" w:type="dxa"/>
            <w:vAlign w:val="center"/>
          </w:tcPr>
          <w:p w14:paraId="5A4DE357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4913B6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791768D4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4913B6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121D8042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4913B6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  <w:tc>
          <w:tcPr>
            <w:tcW w:w="2340" w:type="dxa"/>
            <w:vAlign w:val="center"/>
          </w:tcPr>
          <w:p w14:paraId="10CE258B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4913B6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4F82F680" w14:textId="77777777" w:rsidR="00530090" w:rsidRPr="004913B6" w:rsidRDefault="00530090" w:rsidP="00C53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4913B6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530090" w:rsidRPr="001718CF" w14:paraId="03A8A08F" w14:textId="77777777" w:rsidTr="00530090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</w:tcPr>
          <w:p w14:paraId="172F670E" w14:textId="7688C27E" w:rsidR="00530090" w:rsidRPr="00530090" w:rsidRDefault="00530090" w:rsidP="00530090">
            <w:pPr>
              <w:rPr>
                <w:rFonts w:ascii="Verdana" w:eastAsia="Verdana" w:hAnsi="Verdana" w:cs="Calibri"/>
                <w:b/>
              </w:rPr>
            </w:pPr>
            <w:r w:rsidRPr="00530090">
              <w:rPr>
                <w:rFonts w:ascii="Verdana" w:eastAsia="Verdana" w:hAnsi="Verdana" w:cs="Calibri"/>
                <w:b/>
                <w:sz w:val="18"/>
              </w:rPr>
              <w:t>10)</w:t>
            </w:r>
            <w:r>
              <w:rPr>
                <w:rFonts w:ascii="Verdana" w:eastAsia="Verdana" w:hAnsi="Verdana" w:cs="Calibri"/>
                <w:b/>
              </w:rPr>
              <w:t xml:space="preserve"> </w:t>
            </w:r>
          </w:p>
        </w:tc>
        <w:tc>
          <w:tcPr>
            <w:tcW w:w="2340" w:type="dxa"/>
          </w:tcPr>
          <w:p w14:paraId="10914C8B" w14:textId="1D5DA192" w:rsidR="00530090" w:rsidRPr="00530090" w:rsidRDefault="00530090" w:rsidP="005300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530090">
              <w:rPr>
                <w:rFonts w:ascii="Verdana" w:eastAsia="Verdana" w:hAnsi="Verdana" w:cs="Calibri"/>
                <w:b/>
                <w:sz w:val="18"/>
              </w:rPr>
              <w:t xml:space="preserve">2 osoby na pozici – Programátor </w:t>
            </w:r>
          </w:p>
        </w:tc>
        <w:tc>
          <w:tcPr>
            <w:tcW w:w="1824" w:type="dxa"/>
            <w:vAlign w:val="center"/>
          </w:tcPr>
          <w:p w14:paraId="31323CC6" w14:textId="6587278D" w:rsidR="00530090" w:rsidRPr="004913B6" w:rsidRDefault="00530090" w:rsidP="005300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4913B6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6F524E52" w14:textId="0D0533A1" w:rsidR="00530090" w:rsidRPr="004913B6" w:rsidRDefault="00530090" w:rsidP="005300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4913B6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43938A30" w14:textId="1B9A598B" w:rsidR="00530090" w:rsidRPr="004913B6" w:rsidRDefault="00530090" w:rsidP="005300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4913B6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  <w:tc>
          <w:tcPr>
            <w:tcW w:w="2340" w:type="dxa"/>
            <w:vAlign w:val="center"/>
          </w:tcPr>
          <w:p w14:paraId="0E292A95" w14:textId="0B69E9DD" w:rsidR="00530090" w:rsidRPr="004913B6" w:rsidRDefault="00530090" w:rsidP="005300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4913B6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5C53531E" w14:textId="793D77E2" w:rsidR="00530090" w:rsidRPr="004913B6" w:rsidRDefault="00530090" w:rsidP="005300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4913B6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530090" w:rsidRPr="001718CF" w14:paraId="5142A6E3" w14:textId="77777777" w:rsidTr="00530090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</w:tcPr>
          <w:p w14:paraId="29D700A5" w14:textId="77777777" w:rsidR="00530090" w:rsidRPr="001718CF" w:rsidRDefault="00530090" w:rsidP="00530090">
            <w:pPr>
              <w:rPr>
                <w:rFonts w:ascii="Verdana" w:eastAsia="Verdana" w:hAnsi="Verdana" w:cs="Calibri"/>
                <w:b/>
                <w:sz w:val="18"/>
              </w:rPr>
            </w:pPr>
          </w:p>
        </w:tc>
        <w:tc>
          <w:tcPr>
            <w:tcW w:w="2340" w:type="dxa"/>
          </w:tcPr>
          <w:p w14:paraId="38408FCF" w14:textId="6162F4AA" w:rsidR="00530090" w:rsidRPr="00530090" w:rsidRDefault="00530090" w:rsidP="005300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530090">
              <w:rPr>
                <w:rFonts w:ascii="Verdana" w:eastAsia="Verdana" w:hAnsi="Verdana" w:cs="Calibri"/>
                <w:b/>
                <w:sz w:val="18"/>
              </w:rPr>
              <w:t xml:space="preserve">Programátor </w:t>
            </w:r>
          </w:p>
        </w:tc>
        <w:tc>
          <w:tcPr>
            <w:tcW w:w="1824" w:type="dxa"/>
            <w:vAlign w:val="center"/>
          </w:tcPr>
          <w:p w14:paraId="1FD9D82F" w14:textId="462D0692" w:rsidR="00530090" w:rsidRPr="004913B6" w:rsidRDefault="00530090" w:rsidP="005300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4913B6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034750B4" w14:textId="4861F76A" w:rsidR="00530090" w:rsidRPr="004913B6" w:rsidRDefault="00530090" w:rsidP="005300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4913B6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61EFC3C2" w14:textId="715D7851" w:rsidR="00530090" w:rsidRPr="004913B6" w:rsidRDefault="00530090" w:rsidP="005300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4913B6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  <w:tc>
          <w:tcPr>
            <w:tcW w:w="2340" w:type="dxa"/>
            <w:vAlign w:val="center"/>
          </w:tcPr>
          <w:p w14:paraId="4635D66D" w14:textId="29DDC153" w:rsidR="00530090" w:rsidRPr="004913B6" w:rsidRDefault="00530090" w:rsidP="005300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4913B6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1A6FE220" w14:textId="3B4E5768" w:rsidR="00530090" w:rsidRPr="004913B6" w:rsidRDefault="00530090" w:rsidP="005300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4913B6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530090" w:rsidRPr="001718CF" w14:paraId="1CEA2894" w14:textId="77777777" w:rsidTr="00530090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</w:tcPr>
          <w:p w14:paraId="05093453" w14:textId="0BBC592A" w:rsidR="00530090" w:rsidRPr="00530090" w:rsidRDefault="00530090" w:rsidP="00530090">
            <w:pPr>
              <w:rPr>
                <w:rFonts w:ascii="Verdana" w:eastAsia="Verdana" w:hAnsi="Verdana" w:cs="Calibri"/>
                <w:b/>
              </w:rPr>
            </w:pPr>
            <w:r w:rsidRPr="00530090">
              <w:rPr>
                <w:rFonts w:ascii="Verdana" w:eastAsia="Verdana" w:hAnsi="Verdana" w:cs="Calibri"/>
                <w:b/>
                <w:sz w:val="18"/>
              </w:rPr>
              <w:t>11)</w:t>
            </w:r>
            <w:r>
              <w:rPr>
                <w:rFonts w:ascii="Verdana" w:eastAsia="Verdana" w:hAnsi="Verdana" w:cs="Calibri"/>
                <w:b/>
              </w:rPr>
              <w:t xml:space="preserve"> </w:t>
            </w:r>
          </w:p>
        </w:tc>
        <w:tc>
          <w:tcPr>
            <w:tcW w:w="2340" w:type="dxa"/>
          </w:tcPr>
          <w:p w14:paraId="4D29102B" w14:textId="7A739F76" w:rsidR="00530090" w:rsidRPr="001718CF" w:rsidRDefault="00530090" w:rsidP="005300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  <w:highlight w:val="yellow"/>
              </w:rPr>
            </w:pPr>
            <w:r w:rsidRPr="00530090">
              <w:rPr>
                <w:rFonts w:ascii="Verdana" w:eastAsia="Verdana" w:hAnsi="Verdana" w:cs="Calibri"/>
                <w:b/>
                <w:sz w:val="18"/>
              </w:rPr>
              <w:t>Expert INSPIRE</w:t>
            </w:r>
          </w:p>
        </w:tc>
        <w:tc>
          <w:tcPr>
            <w:tcW w:w="1824" w:type="dxa"/>
            <w:vAlign w:val="center"/>
          </w:tcPr>
          <w:p w14:paraId="3B5E2E6B" w14:textId="7334CDF1" w:rsidR="00530090" w:rsidRPr="004913B6" w:rsidRDefault="00530090" w:rsidP="005300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4913B6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27278ED2" w14:textId="4BCD8658" w:rsidR="00530090" w:rsidRPr="004913B6" w:rsidRDefault="00530090" w:rsidP="005300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4913B6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339EE0DC" w14:textId="26A7B81C" w:rsidR="00530090" w:rsidRPr="004913B6" w:rsidRDefault="00530090" w:rsidP="005300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4913B6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  <w:tc>
          <w:tcPr>
            <w:tcW w:w="2340" w:type="dxa"/>
            <w:vAlign w:val="center"/>
          </w:tcPr>
          <w:p w14:paraId="71253834" w14:textId="0B4ED15B" w:rsidR="00530090" w:rsidRPr="004913B6" w:rsidRDefault="00530090" w:rsidP="005300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4913B6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3BEA0C64" w14:textId="69C258F6" w:rsidR="00530090" w:rsidRPr="004913B6" w:rsidRDefault="00530090" w:rsidP="005300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4913B6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530090" w:rsidRPr="001718CF" w14:paraId="77466F57" w14:textId="77777777" w:rsidTr="00530090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dxa"/>
          </w:tcPr>
          <w:p w14:paraId="2F2B9338" w14:textId="0229D628" w:rsidR="00530090" w:rsidRPr="001718CF" w:rsidRDefault="00530090" w:rsidP="00530090">
            <w:pPr>
              <w:rPr>
                <w:rFonts w:ascii="Verdana" w:eastAsia="Verdana" w:hAnsi="Verdana" w:cs="Calibri"/>
                <w:b/>
                <w:sz w:val="18"/>
              </w:rPr>
            </w:pPr>
            <w:r>
              <w:rPr>
                <w:rFonts w:ascii="Verdana" w:eastAsia="Verdana" w:hAnsi="Verdana" w:cs="Calibri"/>
                <w:b/>
                <w:sz w:val="18"/>
              </w:rPr>
              <w:t xml:space="preserve">12) </w:t>
            </w:r>
          </w:p>
        </w:tc>
        <w:tc>
          <w:tcPr>
            <w:tcW w:w="2340" w:type="dxa"/>
          </w:tcPr>
          <w:p w14:paraId="35BB88B6" w14:textId="16F75BBD" w:rsidR="00530090" w:rsidRPr="001718CF" w:rsidRDefault="00530090" w:rsidP="005300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  <w:highlight w:val="yellow"/>
              </w:rPr>
            </w:pPr>
            <w:r w:rsidRPr="00530090">
              <w:rPr>
                <w:rFonts w:ascii="Verdana" w:eastAsia="Verdana" w:hAnsi="Verdana" w:cs="Calibri"/>
                <w:b/>
                <w:sz w:val="18"/>
              </w:rPr>
              <w:t>Expert ISO 9001</w:t>
            </w:r>
          </w:p>
        </w:tc>
        <w:tc>
          <w:tcPr>
            <w:tcW w:w="1824" w:type="dxa"/>
            <w:vAlign w:val="center"/>
          </w:tcPr>
          <w:p w14:paraId="76787EE3" w14:textId="264175A3" w:rsidR="00530090" w:rsidRPr="004913B6" w:rsidRDefault="00530090" w:rsidP="005300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4913B6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07A8C354" w14:textId="384AA2E4" w:rsidR="00530090" w:rsidRPr="004913B6" w:rsidRDefault="00530090" w:rsidP="005300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4913B6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705A208A" w14:textId="2257D2E8" w:rsidR="00530090" w:rsidRPr="004913B6" w:rsidRDefault="00530090" w:rsidP="005300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4913B6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  <w:tc>
          <w:tcPr>
            <w:tcW w:w="2340" w:type="dxa"/>
            <w:vAlign w:val="center"/>
          </w:tcPr>
          <w:p w14:paraId="4C9F42B9" w14:textId="1E42CC19" w:rsidR="00530090" w:rsidRPr="004913B6" w:rsidRDefault="00530090" w:rsidP="005300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4913B6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  <w:tc>
          <w:tcPr>
            <w:tcW w:w="1824" w:type="dxa"/>
            <w:vAlign w:val="center"/>
          </w:tcPr>
          <w:p w14:paraId="14CF7EF6" w14:textId="039CAF4E" w:rsidR="00530090" w:rsidRPr="004913B6" w:rsidRDefault="00530090" w:rsidP="005300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4913B6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</w:tbl>
    <w:p w14:paraId="2AA349C6" w14:textId="2CFDFD1B" w:rsidR="00533F8C" w:rsidRPr="001718CF" w:rsidRDefault="00533F8C" w:rsidP="00530090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sectPr w:rsidR="00533F8C" w:rsidRPr="001718CF" w:rsidSect="00533F8C"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0E6ED7" w14:textId="77777777" w:rsidR="00EA0E09" w:rsidRDefault="00EA0E09" w:rsidP="00962258">
      <w:pPr>
        <w:spacing w:after="0" w:line="240" w:lineRule="auto"/>
      </w:pPr>
      <w:r>
        <w:separator/>
      </w:r>
    </w:p>
  </w:endnote>
  <w:endnote w:type="continuationSeparator" w:id="0">
    <w:p w14:paraId="1B32780F" w14:textId="77777777" w:rsidR="00EA0E09" w:rsidRDefault="00EA0E0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D4F9FA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098B8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B488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B488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2FA07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42CA67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FFBE366" w14:textId="77777777" w:rsidR="00F1715C" w:rsidRDefault="00F1715C" w:rsidP="00D831A3">
          <w:pPr>
            <w:pStyle w:val="Zpat"/>
          </w:pPr>
        </w:p>
      </w:tc>
    </w:tr>
  </w:tbl>
  <w:p w14:paraId="52AD0DE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AE3951F" wp14:editId="47DC8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67B9F55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2E61A6C" wp14:editId="009087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4C412E7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34496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1C89431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B488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B488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6EA16AE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D750D3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E88E86C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549513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8BDD751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5FA0F93" w14:textId="77777777" w:rsidR="00F1715C" w:rsidRDefault="00F1715C" w:rsidP="00460660">
          <w:pPr>
            <w:pStyle w:val="Zpat"/>
          </w:pPr>
        </w:p>
      </w:tc>
    </w:tr>
  </w:tbl>
  <w:p w14:paraId="61EFD2F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0CDF715" wp14:editId="188CACF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2F11712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7D4F68B" wp14:editId="700318C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3063EFC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87C7D6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71CB48" w14:textId="77777777" w:rsidR="00EA0E09" w:rsidRDefault="00EA0E09" w:rsidP="00962258">
      <w:pPr>
        <w:spacing w:after="0" w:line="240" w:lineRule="auto"/>
      </w:pPr>
      <w:r>
        <w:separator/>
      </w:r>
    </w:p>
  </w:footnote>
  <w:footnote w:type="continuationSeparator" w:id="0">
    <w:p w14:paraId="1894E072" w14:textId="77777777" w:rsidR="00EA0E09" w:rsidRDefault="00EA0E0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5337DC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C7A340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2A9A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7615EA" w14:textId="77777777" w:rsidR="00F1715C" w:rsidRPr="00D6163D" w:rsidRDefault="00F1715C" w:rsidP="00D6163D">
          <w:pPr>
            <w:pStyle w:val="Druhdokumentu"/>
          </w:pPr>
        </w:p>
      </w:tc>
    </w:tr>
  </w:tbl>
  <w:p w14:paraId="436C6DD1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AD9EB9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A944AF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BCDD1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A79B9CE" w14:textId="77777777" w:rsidR="00F1715C" w:rsidRPr="00D6163D" w:rsidRDefault="00F1715C" w:rsidP="00FC6389">
          <w:pPr>
            <w:pStyle w:val="Druhdokumentu"/>
          </w:pPr>
        </w:p>
      </w:tc>
    </w:tr>
    <w:tr w:rsidR="009F392E" w14:paraId="71F5396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52F5B2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4C84DEB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362020B" w14:textId="77777777" w:rsidR="009F392E" w:rsidRPr="00D6163D" w:rsidRDefault="009F392E" w:rsidP="00FC6389">
          <w:pPr>
            <w:pStyle w:val="Druhdokumentu"/>
          </w:pPr>
        </w:p>
      </w:tc>
    </w:tr>
  </w:tbl>
  <w:p w14:paraId="67A759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39D24C1" wp14:editId="7E97CE3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15788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44204385"/>
    <w:multiLevelType w:val="hybridMultilevel"/>
    <w:tmpl w:val="5F5A871E"/>
    <w:lvl w:ilvl="0" w:tplc="09484F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F8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C424C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3B6"/>
    <w:rsid w:val="00491827"/>
    <w:rsid w:val="004A093A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30090"/>
    <w:rsid w:val="00533F8C"/>
    <w:rsid w:val="00553375"/>
    <w:rsid w:val="00557C28"/>
    <w:rsid w:val="005736B7"/>
    <w:rsid w:val="00575E5A"/>
    <w:rsid w:val="005B488C"/>
    <w:rsid w:val="005F1404"/>
    <w:rsid w:val="0061068E"/>
    <w:rsid w:val="00660AD3"/>
    <w:rsid w:val="00677B7F"/>
    <w:rsid w:val="006A5570"/>
    <w:rsid w:val="006A689C"/>
    <w:rsid w:val="006B3D79"/>
    <w:rsid w:val="006D1957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81463"/>
    <w:rsid w:val="00C970D5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A0E09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27643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3F8C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 w:line="264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 w:line="264" w:lineRule="auto"/>
      <w:outlineLvl w:val="3"/>
    </w:pPr>
    <w:rPr>
      <w:rFonts w:asciiTheme="majorHAnsi" w:eastAsiaTheme="majorEastAsia" w:hAnsiTheme="majorHAnsi" w:cstheme="majorBidi"/>
      <w:b/>
      <w:i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 w:line="264" w:lineRule="auto"/>
      <w:outlineLvl w:val="4"/>
    </w:pPr>
    <w:rPr>
      <w:rFonts w:asciiTheme="majorHAnsi" w:eastAsiaTheme="majorEastAsia" w:hAnsiTheme="majorHAnsi" w:cstheme="majorBidi"/>
      <w:b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18"/>
      <w:szCs w:val="18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1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 w:line="264" w:lineRule="auto"/>
    </w:pPr>
    <w:rPr>
      <w:iCs/>
      <w:sz w:val="24"/>
      <w:szCs w:val="18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 w:line="264" w:lineRule="auto"/>
    </w:pPr>
    <w:rPr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 w:line="264" w:lineRule="auto"/>
    </w:pPr>
    <w:rPr>
      <w:rFonts w:eastAsiaTheme="minorEastAsia"/>
      <w:color w:val="5A5A5A" w:themeColor="text1" w:themeTint="A5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 w:line="264" w:lineRule="auto"/>
      <w:ind w:left="862" w:right="862"/>
      <w:jc w:val="center"/>
    </w:pPr>
    <w:rPr>
      <w:b/>
      <w:iCs/>
      <w:sz w:val="18"/>
      <w:szCs w:val="1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895406"/>
    <w:pPr>
      <w:spacing w:after="240" w:line="264" w:lineRule="auto"/>
      <w:ind w:left="720"/>
      <w:contextualSpacing/>
    </w:pPr>
    <w:rPr>
      <w:sz w:val="18"/>
      <w:szCs w:val="18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spacing w:after="240" w:line="264" w:lineRule="auto"/>
    </w:pPr>
    <w:rPr>
      <w:rFonts w:cs="Times New Roman"/>
      <w:sz w:val="18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 w:line="264" w:lineRule="auto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 w:line="264" w:lineRule="auto"/>
    </w:pPr>
    <w:rPr>
      <w:sz w:val="18"/>
      <w:szCs w:val="18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 w:line="264" w:lineRule="auto"/>
      <w:contextualSpacing/>
    </w:pPr>
    <w:rPr>
      <w:sz w:val="18"/>
      <w:szCs w:val="18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spacing w:after="240" w:line="264" w:lineRule="auto"/>
    </w:pPr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 w:line="264" w:lineRule="auto"/>
      <w:ind w:left="180"/>
    </w:pPr>
    <w:rPr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 w:line="264" w:lineRule="auto"/>
    </w:pPr>
    <w:rPr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 w:line="264" w:lineRule="auto"/>
      <w:ind w:left="360"/>
    </w:pPr>
    <w:rPr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3F8C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 w:line="264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 w:line="264" w:lineRule="auto"/>
      <w:outlineLvl w:val="3"/>
    </w:pPr>
    <w:rPr>
      <w:rFonts w:asciiTheme="majorHAnsi" w:eastAsiaTheme="majorEastAsia" w:hAnsiTheme="majorHAnsi" w:cstheme="majorBidi"/>
      <w:b/>
      <w:i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 w:line="264" w:lineRule="auto"/>
      <w:outlineLvl w:val="4"/>
    </w:pPr>
    <w:rPr>
      <w:rFonts w:asciiTheme="majorHAnsi" w:eastAsiaTheme="majorEastAsia" w:hAnsiTheme="majorHAnsi" w:cstheme="majorBidi"/>
      <w:b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18"/>
      <w:szCs w:val="18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1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 w:line="264" w:lineRule="auto"/>
    </w:pPr>
    <w:rPr>
      <w:iCs/>
      <w:sz w:val="24"/>
      <w:szCs w:val="18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 w:line="264" w:lineRule="auto"/>
    </w:pPr>
    <w:rPr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 w:line="264" w:lineRule="auto"/>
    </w:pPr>
    <w:rPr>
      <w:rFonts w:eastAsiaTheme="minorEastAsia"/>
      <w:color w:val="5A5A5A" w:themeColor="text1" w:themeTint="A5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 w:line="264" w:lineRule="auto"/>
      <w:ind w:left="862" w:right="862"/>
      <w:jc w:val="center"/>
    </w:pPr>
    <w:rPr>
      <w:b/>
      <w:iCs/>
      <w:sz w:val="18"/>
      <w:szCs w:val="1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895406"/>
    <w:pPr>
      <w:spacing w:after="240" w:line="264" w:lineRule="auto"/>
      <w:ind w:left="720"/>
      <w:contextualSpacing/>
    </w:pPr>
    <w:rPr>
      <w:sz w:val="18"/>
      <w:szCs w:val="18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spacing w:after="240" w:line="264" w:lineRule="auto"/>
    </w:pPr>
    <w:rPr>
      <w:rFonts w:cs="Times New Roman"/>
      <w:sz w:val="18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 w:line="264" w:lineRule="auto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 w:line="264" w:lineRule="auto"/>
    </w:pPr>
    <w:rPr>
      <w:sz w:val="18"/>
      <w:szCs w:val="18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 w:line="264" w:lineRule="auto"/>
      <w:contextualSpacing/>
    </w:pPr>
    <w:rPr>
      <w:sz w:val="18"/>
      <w:szCs w:val="18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spacing w:after="240" w:line="264" w:lineRule="auto"/>
    </w:pPr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 w:line="264" w:lineRule="auto"/>
      <w:ind w:left="180"/>
    </w:pPr>
    <w:rPr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 w:line="264" w:lineRule="auto"/>
    </w:pPr>
    <w:rPr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 w:line="264" w:lineRule="auto"/>
      <w:ind w:left="360"/>
    </w:pPr>
    <w:rPr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2BB68CB-0FAE-4ACB-9A81-085AF7BDC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13</TotalTime>
  <Pages>3</Pages>
  <Words>375</Words>
  <Characters>2214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7</cp:revision>
  <cp:lastPrinted>2017-11-28T17:18:00Z</cp:lastPrinted>
  <dcterms:created xsi:type="dcterms:W3CDTF">2021-10-18T11:24:00Z</dcterms:created>
  <dcterms:modified xsi:type="dcterms:W3CDTF">2022-01-26T08:49:00Z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